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82" w:rsidRPr="00191B82" w:rsidRDefault="00191B82" w:rsidP="009B4380">
      <w:pPr>
        <w:pStyle w:val="ListParagraph"/>
        <w:ind w:left="8015"/>
        <w:rPr>
          <w:sz w:val="40"/>
          <w:szCs w:val="40"/>
        </w:rPr>
      </w:pPr>
    </w:p>
    <w:p w:rsidR="00191B82" w:rsidRDefault="00191B82" w:rsidP="00191B82">
      <w:pPr>
        <w:ind w:left="4962"/>
      </w:pPr>
    </w:p>
    <w:p w:rsidR="00191B82" w:rsidRDefault="009B4380" w:rsidP="009B4380">
      <w:pPr>
        <w:pStyle w:val="ListParagraph"/>
        <w:ind w:left="1080"/>
        <w:jc w:val="center"/>
        <w:rPr>
          <w:sz w:val="40"/>
          <w:szCs w:val="40"/>
        </w:rPr>
      </w:pPr>
      <w:r>
        <w:rPr>
          <w:sz w:val="40"/>
          <w:szCs w:val="40"/>
        </w:rPr>
        <w:t>HOW I MAD MY MARK</w:t>
      </w:r>
    </w:p>
    <w:p w:rsidR="009B4380" w:rsidRPr="009B4380" w:rsidRDefault="009B4380" w:rsidP="009B4380">
      <w:pPr>
        <w:pStyle w:val="ListParagraph"/>
        <w:numPr>
          <w:ilvl w:val="1"/>
          <w:numId w:val="5"/>
        </w:numPr>
        <w:rPr>
          <w:sz w:val="40"/>
          <w:szCs w:val="40"/>
        </w:rPr>
      </w:pPr>
      <w:r>
        <w:rPr>
          <w:sz w:val="40"/>
          <w:szCs w:val="40"/>
        </w:rPr>
        <w:t xml:space="preserve">Frist I cut out my mask </w:t>
      </w:r>
      <w:bookmarkStart w:id="0" w:name="_GoBack"/>
      <w:bookmarkEnd w:id="0"/>
    </w:p>
    <w:p w:rsidR="00191B82" w:rsidRDefault="00191B82" w:rsidP="00191B82">
      <w:pPr>
        <w:pStyle w:val="ListParagraph"/>
        <w:ind w:left="1080"/>
      </w:pPr>
    </w:p>
    <w:p w:rsidR="00A13C8D" w:rsidRDefault="00A13C8D" w:rsidP="00A13C8D">
      <w:pPr>
        <w:pStyle w:val="ListParagraph"/>
        <w:ind w:left="1080"/>
      </w:pPr>
    </w:p>
    <w:sectPr w:rsidR="00A13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670"/>
    <w:multiLevelType w:val="hybridMultilevel"/>
    <w:tmpl w:val="1526DB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004D8"/>
    <w:multiLevelType w:val="hybridMultilevel"/>
    <w:tmpl w:val="04464890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D32AFF"/>
    <w:multiLevelType w:val="hybridMultilevel"/>
    <w:tmpl w:val="4EE059AA"/>
    <w:lvl w:ilvl="0" w:tplc="24A4317A">
      <w:start w:val="1"/>
      <w:numFmt w:val="decimal"/>
      <w:lvlText w:val="%1."/>
      <w:lvlJc w:val="left"/>
      <w:pPr>
        <w:ind w:left="9095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A213883"/>
    <w:multiLevelType w:val="hybridMultilevel"/>
    <w:tmpl w:val="9132AF50"/>
    <w:lvl w:ilvl="0" w:tplc="24A4317A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F62893"/>
    <w:multiLevelType w:val="hybridMultilevel"/>
    <w:tmpl w:val="582C09E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8D"/>
    <w:rsid w:val="00191B82"/>
    <w:rsid w:val="004F45CB"/>
    <w:rsid w:val="009B4380"/>
    <w:rsid w:val="00A13C8D"/>
    <w:rsid w:val="00D7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781F82DA</Template>
  <TotalTime>23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2011-06-13T02:35:00Z</dcterms:created>
  <dcterms:modified xsi:type="dcterms:W3CDTF">2011-06-13T02:58:00Z</dcterms:modified>
</cp:coreProperties>
</file>